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219E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19EE">
        <w:rPr>
          <w:rFonts w:ascii="Corbel" w:hAnsi="Corbel"/>
          <w:b/>
          <w:bCs/>
        </w:rPr>
        <w:t xml:space="preserve">   </w:t>
      </w:r>
      <w:r w:rsidR="00CD6897" w:rsidRPr="00A219EE">
        <w:rPr>
          <w:rFonts w:ascii="Corbel" w:hAnsi="Corbel"/>
          <w:b/>
          <w:bCs/>
        </w:rPr>
        <w:tab/>
      </w:r>
      <w:r w:rsidR="00CD6897" w:rsidRPr="00A219EE">
        <w:rPr>
          <w:rFonts w:ascii="Corbel" w:hAnsi="Corbel"/>
          <w:b/>
          <w:bCs/>
        </w:rPr>
        <w:tab/>
      </w:r>
      <w:r w:rsidR="00CD6897" w:rsidRPr="00A219EE">
        <w:rPr>
          <w:rFonts w:ascii="Corbel" w:hAnsi="Corbel"/>
          <w:b/>
          <w:bCs/>
        </w:rPr>
        <w:tab/>
      </w:r>
      <w:r w:rsidR="00CD6897" w:rsidRPr="00A219EE">
        <w:rPr>
          <w:rFonts w:ascii="Corbel" w:hAnsi="Corbel"/>
          <w:b/>
          <w:bCs/>
        </w:rPr>
        <w:tab/>
      </w:r>
      <w:r w:rsidR="00CD6897" w:rsidRPr="00A219EE">
        <w:rPr>
          <w:rFonts w:ascii="Corbel" w:hAnsi="Corbel"/>
          <w:b/>
          <w:bCs/>
        </w:rPr>
        <w:tab/>
      </w:r>
      <w:r w:rsidR="00CD6897" w:rsidRPr="00A219EE">
        <w:rPr>
          <w:rFonts w:ascii="Corbel" w:hAnsi="Corbel"/>
          <w:b/>
          <w:bCs/>
        </w:rPr>
        <w:tab/>
      </w:r>
      <w:r w:rsidR="00D8678B" w:rsidRPr="00A219EE">
        <w:rPr>
          <w:rFonts w:ascii="Corbel" w:hAnsi="Corbel"/>
          <w:bCs/>
          <w:i/>
        </w:rPr>
        <w:t xml:space="preserve">Załącznik nr </w:t>
      </w:r>
      <w:r w:rsidR="006F31E2" w:rsidRPr="00A219EE">
        <w:rPr>
          <w:rFonts w:ascii="Corbel" w:hAnsi="Corbel"/>
          <w:bCs/>
          <w:i/>
        </w:rPr>
        <w:t>1.5</w:t>
      </w:r>
      <w:r w:rsidR="00D8678B" w:rsidRPr="00A219EE">
        <w:rPr>
          <w:rFonts w:ascii="Corbel" w:hAnsi="Corbel"/>
          <w:bCs/>
          <w:i/>
        </w:rPr>
        <w:t xml:space="preserve"> do Zarządzenia</w:t>
      </w:r>
      <w:r w:rsidR="002A22BF" w:rsidRPr="00A219EE">
        <w:rPr>
          <w:rFonts w:ascii="Corbel" w:hAnsi="Corbel"/>
          <w:bCs/>
          <w:i/>
        </w:rPr>
        <w:t xml:space="preserve"> Rektora </w:t>
      </w:r>
      <w:r w:rsidR="00C81AC6" w:rsidRPr="00A219EE">
        <w:rPr>
          <w:rFonts w:ascii="Corbel" w:hAnsi="Corbel"/>
          <w:bCs/>
          <w:i/>
        </w:rPr>
        <w:t>UR nr</w:t>
      </w:r>
      <w:r w:rsidR="00CD6897" w:rsidRPr="00A219EE">
        <w:rPr>
          <w:rFonts w:ascii="Corbel" w:hAnsi="Corbel"/>
          <w:bCs/>
          <w:i/>
        </w:rPr>
        <w:t xml:space="preserve"> </w:t>
      </w:r>
      <w:r w:rsidR="00F17567" w:rsidRPr="00A219EE">
        <w:rPr>
          <w:rFonts w:ascii="Corbel" w:hAnsi="Corbel"/>
          <w:bCs/>
          <w:i/>
        </w:rPr>
        <w:t>12/2019</w:t>
      </w:r>
    </w:p>
    <w:p w:rsidR="0085747A" w:rsidRPr="00A219E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19E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219EE" w:rsidRDefault="0071620A" w:rsidP="00A219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19E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219EE">
        <w:rPr>
          <w:rFonts w:ascii="Corbel" w:hAnsi="Corbel"/>
          <w:b/>
          <w:smallCaps/>
          <w:sz w:val="24"/>
          <w:szCs w:val="24"/>
        </w:rPr>
        <w:t xml:space="preserve"> </w:t>
      </w:r>
      <w:r w:rsidR="008C1501">
        <w:rPr>
          <w:rFonts w:ascii="Corbel" w:hAnsi="Corbel"/>
          <w:i/>
          <w:sz w:val="20"/>
          <w:szCs w:val="20"/>
        </w:rPr>
        <w:t>2022-2027</w:t>
      </w:r>
    </w:p>
    <w:p w:rsidR="00A219EE" w:rsidRPr="00A219EE" w:rsidRDefault="00A219EE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19EE">
        <w:rPr>
          <w:rFonts w:ascii="Corbel" w:hAnsi="Corbel"/>
          <w:sz w:val="20"/>
          <w:szCs w:val="20"/>
        </w:rPr>
        <w:tab/>
      </w:r>
      <w:r w:rsidRPr="00A219EE">
        <w:rPr>
          <w:rFonts w:ascii="Corbel" w:hAnsi="Corbel"/>
          <w:sz w:val="20"/>
          <w:szCs w:val="20"/>
        </w:rPr>
        <w:tab/>
      </w:r>
      <w:r w:rsidRPr="00A219EE">
        <w:rPr>
          <w:rFonts w:ascii="Corbel" w:hAnsi="Corbel"/>
          <w:sz w:val="20"/>
          <w:szCs w:val="20"/>
        </w:rPr>
        <w:tab/>
      </w:r>
      <w:r w:rsidRPr="00A219EE">
        <w:rPr>
          <w:rFonts w:ascii="Corbel" w:hAnsi="Corbel"/>
          <w:sz w:val="20"/>
          <w:szCs w:val="20"/>
        </w:rPr>
        <w:tab/>
        <w:t>(skrajne daty)</w:t>
      </w:r>
    </w:p>
    <w:p w:rsidR="00445970" w:rsidRPr="00A219EE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19EE">
        <w:rPr>
          <w:rFonts w:ascii="Corbel" w:hAnsi="Corbel"/>
          <w:sz w:val="20"/>
          <w:szCs w:val="20"/>
        </w:rPr>
        <w:t xml:space="preserve">Rok akademicki </w:t>
      </w:r>
      <w:r w:rsidR="00A219EE" w:rsidRPr="00A219EE">
        <w:rPr>
          <w:rFonts w:ascii="Corbel" w:hAnsi="Corbel"/>
          <w:sz w:val="20"/>
          <w:szCs w:val="20"/>
        </w:rPr>
        <w:t>20</w:t>
      </w:r>
      <w:r w:rsidR="005F57B6" w:rsidRPr="00A219EE">
        <w:rPr>
          <w:rFonts w:ascii="Corbel" w:hAnsi="Corbel"/>
          <w:sz w:val="20"/>
          <w:szCs w:val="20"/>
        </w:rPr>
        <w:t>25</w:t>
      </w:r>
      <w:r w:rsidR="008C1501">
        <w:rPr>
          <w:rFonts w:ascii="Corbel" w:hAnsi="Corbel"/>
          <w:sz w:val="20"/>
          <w:szCs w:val="20"/>
        </w:rPr>
        <w:t>/202</w:t>
      </w:r>
      <w:bookmarkStart w:id="0" w:name="_GoBack"/>
      <w:bookmarkEnd w:id="0"/>
      <w:r w:rsidR="008C1501">
        <w:rPr>
          <w:rFonts w:ascii="Corbel" w:hAnsi="Corbel"/>
          <w:sz w:val="20"/>
          <w:szCs w:val="20"/>
        </w:rPr>
        <w:t>6</w:t>
      </w:r>
    </w:p>
    <w:p w:rsidR="0085747A" w:rsidRPr="00A219E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19E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19EE">
        <w:rPr>
          <w:rFonts w:ascii="Corbel" w:hAnsi="Corbel"/>
          <w:szCs w:val="24"/>
        </w:rPr>
        <w:t xml:space="preserve">1. </w:t>
      </w:r>
      <w:r w:rsidR="0085747A" w:rsidRPr="00A219EE">
        <w:rPr>
          <w:rFonts w:ascii="Corbel" w:hAnsi="Corbel"/>
          <w:szCs w:val="24"/>
        </w:rPr>
        <w:t xml:space="preserve">Podstawowe </w:t>
      </w:r>
      <w:r w:rsidR="00445970" w:rsidRPr="00A219E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219E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color w:val="auto"/>
                <w:sz w:val="22"/>
              </w:rPr>
              <w:t>Prawo lotnicze gospodarcze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219E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219E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219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219EE" w:rsidRDefault="00A219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19E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A219EE" w:rsidRPr="00A219EE">
              <w:rPr>
                <w:rFonts w:ascii="Corbel" w:hAnsi="Corbel"/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219E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219E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219E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219EE" w:rsidRDefault="00FF10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19EE">
              <w:rPr>
                <w:rFonts w:ascii="Corbel" w:hAnsi="Corbel"/>
                <w:sz w:val="24"/>
                <w:szCs w:val="24"/>
              </w:rPr>
              <w:t>/y</w:t>
            </w:r>
            <w:r w:rsidRPr="00A219E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219E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A219EE">
              <w:rPr>
                <w:rFonts w:ascii="Corbel" w:hAnsi="Corbel"/>
                <w:b w:val="0"/>
              </w:rPr>
              <w:t>I</w:t>
            </w:r>
            <w:r w:rsidR="00C81AC6" w:rsidRPr="00A219EE">
              <w:rPr>
                <w:rFonts w:ascii="Corbel" w:hAnsi="Corbel"/>
                <w:b w:val="0"/>
              </w:rPr>
              <w:t>V</w:t>
            </w:r>
            <w:r w:rsidRPr="00A219EE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  <w:r w:rsidR="00C81AC6" w:rsidRPr="00A219EE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A219EE" w:rsidRPr="00A219EE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A219EE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219E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A219EE" w:rsidTr="00B819C8">
        <w:tc>
          <w:tcPr>
            <w:tcW w:w="2694" w:type="dxa"/>
            <w:vAlign w:val="center"/>
          </w:tcPr>
          <w:p w:rsidR="00923D7D" w:rsidRPr="00A219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219E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8C1501" w:rsidTr="00B819C8">
        <w:tc>
          <w:tcPr>
            <w:tcW w:w="2694" w:type="dxa"/>
            <w:vAlign w:val="center"/>
          </w:tcPr>
          <w:p w:rsidR="0085747A" w:rsidRPr="00A219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219EE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219E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A219E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8C1501" w:rsidTr="00B819C8">
        <w:tc>
          <w:tcPr>
            <w:tcW w:w="2694" w:type="dxa"/>
            <w:vAlign w:val="center"/>
          </w:tcPr>
          <w:p w:rsidR="003D020C" w:rsidRPr="00A219E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A219EE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219E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A219E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A219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sz w:val="24"/>
          <w:szCs w:val="24"/>
        </w:rPr>
        <w:t xml:space="preserve">* </w:t>
      </w:r>
      <w:r w:rsidRPr="00A219EE">
        <w:rPr>
          <w:rFonts w:ascii="Corbel" w:hAnsi="Corbel"/>
          <w:i/>
          <w:sz w:val="24"/>
          <w:szCs w:val="24"/>
        </w:rPr>
        <w:t>-</w:t>
      </w:r>
      <w:r w:rsidR="00B90885" w:rsidRPr="00A219E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19EE">
        <w:rPr>
          <w:rFonts w:ascii="Corbel" w:hAnsi="Corbel"/>
          <w:b w:val="0"/>
          <w:sz w:val="24"/>
          <w:szCs w:val="24"/>
        </w:rPr>
        <w:t>e,</w:t>
      </w:r>
      <w:r w:rsidRPr="00A219EE">
        <w:rPr>
          <w:rFonts w:ascii="Corbel" w:hAnsi="Corbel"/>
          <w:i/>
          <w:sz w:val="24"/>
          <w:szCs w:val="24"/>
        </w:rPr>
        <w:t xml:space="preserve"> </w:t>
      </w:r>
      <w:r w:rsidRPr="00A219E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19E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219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219E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sz w:val="24"/>
          <w:szCs w:val="24"/>
        </w:rPr>
        <w:t>1.</w:t>
      </w:r>
      <w:r w:rsidR="00E22FBC" w:rsidRPr="00A219EE">
        <w:rPr>
          <w:rFonts w:ascii="Corbel" w:hAnsi="Corbel"/>
          <w:sz w:val="24"/>
          <w:szCs w:val="24"/>
        </w:rPr>
        <w:t>1</w:t>
      </w:r>
      <w:r w:rsidRPr="00A219E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219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19E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Semestr</w:t>
            </w:r>
          </w:p>
          <w:p w:rsidR="00015B8F" w:rsidRPr="00A219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(</w:t>
            </w:r>
            <w:r w:rsidR="00363F78" w:rsidRPr="00A219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9EE">
              <w:rPr>
                <w:rFonts w:ascii="Corbel" w:hAnsi="Corbel"/>
                <w:szCs w:val="24"/>
              </w:rPr>
              <w:t>Wykł</w:t>
            </w:r>
            <w:proofErr w:type="spellEnd"/>
            <w:r w:rsidRPr="00A21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9EE">
              <w:rPr>
                <w:rFonts w:ascii="Corbel" w:hAnsi="Corbel"/>
                <w:szCs w:val="24"/>
              </w:rPr>
              <w:t>Konw</w:t>
            </w:r>
            <w:proofErr w:type="spellEnd"/>
            <w:r w:rsidRPr="00A21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9EE">
              <w:rPr>
                <w:rFonts w:ascii="Corbel" w:hAnsi="Corbel"/>
                <w:szCs w:val="24"/>
              </w:rPr>
              <w:t>Sem</w:t>
            </w:r>
            <w:proofErr w:type="spellEnd"/>
            <w:r w:rsidRPr="00A21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9EE">
              <w:rPr>
                <w:rFonts w:ascii="Corbel" w:hAnsi="Corbel"/>
                <w:szCs w:val="24"/>
              </w:rPr>
              <w:t>Prakt</w:t>
            </w:r>
            <w:proofErr w:type="spellEnd"/>
            <w:r w:rsidRPr="00A219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9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19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19EE">
              <w:rPr>
                <w:rFonts w:ascii="Corbel" w:hAnsi="Corbel"/>
                <w:b/>
                <w:szCs w:val="24"/>
              </w:rPr>
              <w:t>Liczba pkt</w:t>
            </w:r>
            <w:r w:rsidR="00B90885" w:rsidRPr="00A219EE">
              <w:rPr>
                <w:rFonts w:ascii="Corbel" w:hAnsi="Corbel"/>
                <w:b/>
                <w:szCs w:val="24"/>
              </w:rPr>
              <w:t>.</w:t>
            </w:r>
            <w:r w:rsidRPr="00A219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219E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19E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V</w:t>
            </w:r>
            <w:r w:rsidR="00C81AC6" w:rsidRPr="00A219EE">
              <w:rPr>
                <w:rFonts w:ascii="Corbel" w:hAnsi="Corbel"/>
                <w:sz w:val="24"/>
                <w:szCs w:val="24"/>
              </w:rPr>
              <w:t>II</w:t>
            </w:r>
            <w:r w:rsidR="00A219EE" w:rsidRPr="00A219E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1</w:t>
            </w:r>
            <w:r w:rsidR="00E80122" w:rsidRPr="00A219EE">
              <w:rPr>
                <w:rFonts w:ascii="Corbel" w:hAnsi="Corbel"/>
                <w:sz w:val="24"/>
                <w:szCs w:val="24"/>
              </w:rPr>
              <w:t>5</w:t>
            </w:r>
            <w:r w:rsidRPr="00A219E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19E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A219E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219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>1.</w:t>
      </w:r>
      <w:r w:rsidR="00E22FBC" w:rsidRPr="00A219EE">
        <w:rPr>
          <w:rFonts w:ascii="Corbel" w:hAnsi="Corbel"/>
          <w:smallCaps w:val="0"/>
          <w:szCs w:val="24"/>
        </w:rPr>
        <w:t>2</w:t>
      </w:r>
      <w:r w:rsidR="00F83B28" w:rsidRPr="00A219EE">
        <w:rPr>
          <w:rFonts w:ascii="Corbel" w:hAnsi="Corbel"/>
          <w:smallCaps w:val="0"/>
          <w:szCs w:val="24"/>
        </w:rPr>
        <w:t>.</w:t>
      </w:r>
      <w:r w:rsidR="00F83B28" w:rsidRPr="00A219EE">
        <w:rPr>
          <w:rFonts w:ascii="Corbel" w:hAnsi="Corbel"/>
          <w:smallCaps w:val="0"/>
          <w:szCs w:val="24"/>
        </w:rPr>
        <w:tab/>
      </w:r>
      <w:r w:rsidRPr="00A219E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219E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19EE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A219E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219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19EE">
        <w:rPr>
          <w:rFonts w:ascii="Segoe UI Symbol" w:eastAsia="MS Gothic" w:hAnsi="Segoe UI Symbol" w:cs="Segoe UI Symbol"/>
          <w:b w:val="0"/>
          <w:szCs w:val="24"/>
        </w:rPr>
        <w:t>☐</w:t>
      </w:r>
      <w:r w:rsidRPr="00A219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219E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1.3 </w:t>
      </w:r>
      <w:r w:rsidR="00F83B28" w:rsidRPr="00A219EE">
        <w:rPr>
          <w:rFonts w:ascii="Corbel" w:hAnsi="Corbel"/>
          <w:smallCaps w:val="0"/>
          <w:szCs w:val="24"/>
        </w:rPr>
        <w:tab/>
      </w:r>
      <w:r w:rsidRPr="00A219EE">
        <w:rPr>
          <w:rFonts w:ascii="Corbel" w:hAnsi="Corbel"/>
          <w:smallCaps w:val="0"/>
          <w:szCs w:val="24"/>
        </w:rPr>
        <w:t>For</w:t>
      </w:r>
      <w:r w:rsidR="00445970" w:rsidRPr="00A219EE">
        <w:rPr>
          <w:rFonts w:ascii="Corbel" w:hAnsi="Corbel"/>
          <w:smallCaps w:val="0"/>
          <w:szCs w:val="24"/>
        </w:rPr>
        <w:t xml:space="preserve">ma zaliczenia przedmiotu </w:t>
      </w:r>
      <w:r w:rsidRPr="00A219EE">
        <w:rPr>
          <w:rFonts w:ascii="Corbel" w:hAnsi="Corbel"/>
          <w:smallCaps w:val="0"/>
          <w:szCs w:val="24"/>
        </w:rPr>
        <w:t xml:space="preserve">(z toku) </w:t>
      </w:r>
      <w:r w:rsidR="00C81AC6" w:rsidRPr="00A219EE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Pr="00A219E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219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19EE">
        <w:rPr>
          <w:rFonts w:ascii="Corbel" w:hAnsi="Corbel"/>
          <w:szCs w:val="24"/>
        </w:rPr>
        <w:t xml:space="preserve">2.Wymagania wstępne </w:t>
      </w:r>
    </w:p>
    <w:p w:rsidR="00A219EE" w:rsidRPr="00A219EE" w:rsidRDefault="00A219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19EE" w:rsidTr="00745302">
        <w:tc>
          <w:tcPr>
            <w:tcW w:w="9670" w:type="dxa"/>
          </w:tcPr>
          <w:p w:rsidR="0085747A" w:rsidRPr="00A219EE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A219EE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:rsidR="00153C41" w:rsidRPr="00A219E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19EE" w:rsidRDefault="00A219E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19EE">
        <w:rPr>
          <w:rFonts w:ascii="Corbel" w:hAnsi="Corbel"/>
          <w:szCs w:val="24"/>
        </w:rPr>
        <w:br w:type="column"/>
      </w:r>
      <w:r w:rsidR="0071620A" w:rsidRPr="00A219EE">
        <w:rPr>
          <w:rFonts w:ascii="Corbel" w:hAnsi="Corbel"/>
          <w:szCs w:val="24"/>
        </w:rPr>
        <w:lastRenderedPageBreak/>
        <w:t>3.</w:t>
      </w:r>
      <w:r w:rsidR="0085747A" w:rsidRPr="00A219EE">
        <w:rPr>
          <w:rFonts w:ascii="Corbel" w:hAnsi="Corbel"/>
          <w:szCs w:val="24"/>
        </w:rPr>
        <w:t xml:space="preserve"> </w:t>
      </w:r>
      <w:r w:rsidR="00A84C85" w:rsidRPr="00A219EE">
        <w:rPr>
          <w:rFonts w:ascii="Corbel" w:hAnsi="Corbel"/>
          <w:szCs w:val="24"/>
        </w:rPr>
        <w:t xml:space="preserve">cele, efekty uczenia </w:t>
      </w:r>
      <w:r w:rsidR="00C81AC6" w:rsidRPr="00A219EE">
        <w:rPr>
          <w:rFonts w:ascii="Corbel" w:hAnsi="Corbel"/>
          <w:szCs w:val="24"/>
        </w:rPr>
        <w:t>SIĘ,</w:t>
      </w:r>
      <w:r w:rsidR="0085747A" w:rsidRPr="00A219EE">
        <w:rPr>
          <w:rFonts w:ascii="Corbel" w:hAnsi="Corbel"/>
          <w:szCs w:val="24"/>
        </w:rPr>
        <w:t xml:space="preserve"> treści Programowe i stosowane metody Dydaktyczne</w:t>
      </w:r>
    </w:p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19E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sz w:val="24"/>
          <w:szCs w:val="24"/>
        </w:rPr>
        <w:t xml:space="preserve">3.1 </w:t>
      </w:r>
      <w:r w:rsidR="00C05F44" w:rsidRPr="00A219EE">
        <w:rPr>
          <w:rFonts w:ascii="Corbel" w:hAnsi="Corbel"/>
          <w:sz w:val="24"/>
          <w:szCs w:val="24"/>
        </w:rPr>
        <w:t>Cele przedmiotu</w:t>
      </w:r>
    </w:p>
    <w:p w:rsidR="00F83B28" w:rsidRPr="00A219E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219EE" w:rsidTr="00A219EE">
        <w:tc>
          <w:tcPr>
            <w:tcW w:w="843" w:type="dxa"/>
            <w:vAlign w:val="center"/>
          </w:tcPr>
          <w:p w:rsidR="0085747A" w:rsidRPr="00A219E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755354" w:rsidRPr="00A219EE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A219EE">
              <w:rPr>
                <w:rFonts w:ascii="Corbel" w:eastAsia="Cambria" w:hAnsi="Corbel"/>
              </w:rPr>
              <w:t>Celem wykładu jest prezentacja form</w:t>
            </w:r>
            <w:r w:rsidRPr="00A219EE">
              <w:rPr>
                <w:rFonts w:ascii="Corbel" w:eastAsia="Cambria" w:hAnsi="Corbel" w:cs="TimesNewRomanCE"/>
                <w:lang w:eastAsia="pl-PL"/>
              </w:rPr>
              <w:t xml:space="preserve"> oddziaływania państwa na </w:t>
            </w:r>
            <w:r w:rsidR="00673E64" w:rsidRPr="00A219EE">
              <w:rPr>
                <w:rFonts w:ascii="Corbel" w:eastAsia="Cambria" w:hAnsi="Corbel" w:cs="TimesNewRomanCE"/>
                <w:lang w:eastAsia="pl-PL"/>
              </w:rPr>
              <w:t>działalność lotniczą</w:t>
            </w:r>
            <w:r w:rsidRPr="00A219EE">
              <w:rPr>
                <w:rFonts w:ascii="Corbel" w:eastAsia="Cambria" w:hAnsi="Corbel" w:cs="TimesNewRomanCE"/>
                <w:lang w:eastAsia="pl-PL"/>
              </w:rPr>
              <w:t xml:space="preserve"> przy wykorzystaniu różnorodnych instrumentów prawnych na </w:t>
            </w:r>
            <w:r w:rsidR="00673E64" w:rsidRPr="00A219EE">
              <w:rPr>
                <w:rFonts w:ascii="Corbel" w:eastAsia="Cambria" w:hAnsi="Corbel" w:cs="TimesNewRomanCE"/>
                <w:lang w:eastAsia="pl-PL"/>
              </w:rPr>
              <w:t>płaszczyźnie przedmiotowej</w:t>
            </w:r>
            <w:r w:rsidRPr="00A219EE">
              <w:rPr>
                <w:rFonts w:ascii="Corbel" w:eastAsia="Cambria" w:hAnsi="Corbel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  <w:r w:rsidR="002F3FFF" w:rsidRPr="00A219EE">
              <w:rPr>
                <w:rFonts w:ascii="Corbel" w:eastAsia="Cambria" w:hAnsi="Corbel" w:cs="TimesNewRomanCE"/>
                <w:lang w:eastAsia="pl-PL"/>
              </w:rPr>
              <w:t xml:space="preserve"> Kolejnym celem jest wskazanie podmiotów Lotniczego prawa gospodarczego i administracji funkcjonującej w ramach lotnictwa cywilnego.</w:t>
            </w:r>
          </w:p>
          <w:p w:rsidR="00755354" w:rsidRPr="00A219EE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A219EE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A219EE">
              <w:rPr>
                <w:rFonts w:ascii="Corbel" w:eastAsia="Cambria" w:hAnsi="Corbel"/>
              </w:rPr>
              <w:t xml:space="preserve"> wykładu obejmuje także zagadnienia </w:t>
            </w:r>
            <w:r w:rsidR="00673E64" w:rsidRPr="00A219EE">
              <w:rPr>
                <w:rFonts w:ascii="Corbel" w:eastAsia="Cambria" w:hAnsi="Corbel"/>
              </w:rPr>
              <w:t>związane konstrukcją</w:t>
            </w:r>
            <w:r w:rsidRPr="00A219EE">
              <w:rPr>
                <w:rFonts w:ascii="Corbel" w:eastAsia="Cambria" w:hAnsi="Corbel"/>
              </w:rPr>
              <w:t xml:space="preserve"> prawną podmiotów gospodarczych oraz inicjowaniem działalności gospodarczej.</w:t>
            </w:r>
          </w:p>
          <w:p w:rsidR="00755354" w:rsidRPr="00A219EE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  <w:p w:rsidR="00755354" w:rsidRPr="00A219EE" w:rsidRDefault="00AF58C6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 w:cstheme="minorHAnsi"/>
                <w:sz w:val="24"/>
              </w:rPr>
            </w:pPr>
            <w:r w:rsidRPr="00A219EE">
              <w:rPr>
                <w:rFonts w:ascii="Corbel" w:eastAsia="Cambria" w:hAnsi="Corbel" w:cstheme="minorHAnsi"/>
              </w:rPr>
              <w:t>Wykłady</w:t>
            </w:r>
            <w:r w:rsidR="00755354" w:rsidRPr="00A219EE">
              <w:rPr>
                <w:rFonts w:ascii="Corbel" w:eastAsia="Cambria" w:hAnsi="Corbel" w:cstheme="minorHAnsi"/>
              </w:rPr>
              <w:t xml:space="preserve"> mają na celu:</w:t>
            </w:r>
          </w:p>
          <w:p w:rsidR="00755354" w:rsidRPr="00A219EE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A219EE">
              <w:rPr>
                <w:rFonts w:ascii="Corbel" w:eastAsia="Times New Roman" w:hAnsi="Corbel" w:cstheme="minorHAnsi"/>
                <w:color w:val="000000"/>
                <w:lang w:eastAsia="pl-PL"/>
              </w:rPr>
              <w:t>pogłębienie wiedzy na temat podstaw funkcjonowania współczesnego państwa w oparciu o społeczną gospodarkę rynkową;</w:t>
            </w:r>
          </w:p>
          <w:p w:rsidR="00755354" w:rsidRPr="00A219EE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lang w:eastAsia="pl-PL"/>
              </w:rPr>
            </w:pPr>
            <w:r w:rsidRPr="00A219EE">
              <w:rPr>
                <w:rFonts w:ascii="Corbel" w:eastAsia="Times New Roman" w:hAnsi="Corbel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:rsidR="0085747A" w:rsidRPr="00A219E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19EE">
              <w:rPr>
                <w:rFonts w:ascii="Corbel" w:hAnsi="Corbel" w:cstheme="minorHAnsi"/>
                <w:b w:val="0"/>
                <w:color w:val="000000"/>
              </w:rPr>
              <w:t>wykształcenie umiejętności dostrzegania problemów</w:t>
            </w:r>
            <w:r w:rsidR="00B13277" w:rsidRPr="00A219EE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A219EE">
              <w:rPr>
                <w:rFonts w:ascii="Corbel" w:hAnsi="Corbel" w:cstheme="minorHAnsi"/>
                <w:b w:val="0"/>
                <w:color w:val="000000"/>
              </w:rPr>
              <w:t>związanych ze</w:t>
            </w:r>
            <w:r w:rsidRPr="00A219EE">
              <w:rPr>
                <w:rFonts w:ascii="Corbel" w:hAnsi="Corbel" w:cstheme="minorHAnsi"/>
                <w:b w:val="0"/>
                <w:color w:val="000000"/>
              </w:rPr>
              <w:t xml:space="preserve"> </w:t>
            </w:r>
            <w:r w:rsidR="00673E64" w:rsidRPr="00A219EE">
              <w:rPr>
                <w:rFonts w:ascii="Corbel" w:hAnsi="Corbel" w:cstheme="minorHAnsi"/>
                <w:b w:val="0"/>
                <w:color w:val="000000"/>
              </w:rPr>
              <w:t>stosowaniem publicznego</w:t>
            </w:r>
            <w:r w:rsidRPr="00A219EE">
              <w:rPr>
                <w:rFonts w:ascii="Corbel" w:hAnsi="Corbel" w:cstheme="minorHAnsi"/>
                <w:b w:val="0"/>
                <w:color w:val="000000"/>
              </w:rPr>
              <w:t xml:space="preserve"> prawa gospodarczego w praktyce</w:t>
            </w:r>
          </w:p>
        </w:tc>
      </w:tr>
    </w:tbl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219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b/>
          <w:sz w:val="24"/>
          <w:szCs w:val="24"/>
        </w:rPr>
        <w:t xml:space="preserve">3.2 </w:t>
      </w:r>
      <w:r w:rsidR="001D7B54" w:rsidRPr="00A219EE">
        <w:rPr>
          <w:rFonts w:ascii="Corbel" w:hAnsi="Corbel"/>
          <w:b/>
          <w:sz w:val="24"/>
          <w:szCs w:val="24"/>
        </w:rPr>
        <w:t xml:space="preserve">Efekty </w:t>
      </w:r>
      <w:r w:rsidR="00C05F44" w:rsidRPr="00A219E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19EE">
        <w:rPr>
          <w:rFonts w:ascii="Corbel" w:hAnsi="Corbel"/>
          <w:b/>
          <w:sz w:val="24"/>
          <w:szCs w:val="24"/>
        </w:rPr>
        <w:t>dla przedmiotu</w:t>
      </w:r>
      <w:r w:rsidR="00445970" w:rsidRPr="00A219EE">
        <w:rPr>
          <w:rFonts w:ascii="Corbel" w:hAnsi="Corbel"/>
          <w:sz w:val="24"/>
          <w:szCs w:val="24"/>
        </w:rPr>
        <w:t xml:space="preserve"> </w:t>
      </w:r>
    </w:p>
    <w:p w:rsidR="001D7B54" w:rsidRPr="00A219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A219EE" w:rsidTr="00297CB6">
        <w:tc>
          <w:tcPr>
            <w:tcW w:w="1701" w:type="dxa"/>
            <w:vAlign w:val="center"/>
          </w:tcPr>
          <w:p w:rsidR="0085747A" w:rsidRPr="00A219E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19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19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:rsidR="0085747A" w:rsidRPr="00A219E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:rsidR="0085747A" w:rsidRPr="00A219E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219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219EE" w:rsidTr="00297CB6">
        <w:tc>
          <w:tcPr>
            <w:tcW w:w="1701" w:type="dxa"/>
          </w:tcPr>
          <w:p w:rsidR="0085747A" w:rsidRPr="00A219E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:rsidR="0085747A" w:rsidRPr="00A219EE" w:rsidRDefault="00AF58C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13277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C81AC6" w:rsidRPr="00A219EE">
              <w:rPr>
                <w:rFonts w:ascii="Corbel" w:hAnsi="Corbel"/>
                <w:b w:val="0"/>
                <w:smallCaps w:val="0"/>
                <w:szCs w:val="24"/>
              </w:rPr>
              <w:t>lotniczą działalność gospodarczą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. Definiuje 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organy 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>lotnic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>twa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>cywilnego.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>sługuje się definicjami funkcjonującymi w lotniczym prawie gospodarczym</w:t>
            </w:r>
          </w:p>
        </w:tc>
        <w:tc>
          <w:tcPr>
            <w:tcW w:w="1879" w:type="dxa"/>
          </w:tcPr>
          <w:p w:rsidR="00297CB6" w:rsidRPr="00A219EE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A219EE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K_W03</w:t>
            </w:r>
          </w:p>
          <w:p w:rsidR="003179EC" w:rsidRPr="00A219EE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A219EE" w:rsidTr="00297CB6">
        <w:tc>
          <w:tcPr>
            <w:tcW w:w="1701" w:type="dxa"/>
          </w:tcPr>
          <w:p w:rsidR="0085747A" w:rsidRPr="00A219E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:rsidR="0085747A" w:rsidRPr="00A219E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>. Wskazuje podstawy prawne reglamentacji rynku lotniczego</w:t>
            </w:r>
          </w:p>
        </w:tc>
        <w:tc>
          <w:tcPr>
            <w:tcW w:w="1879" w:type="dxa"/>
          </w:tcPr>
          <w:p w:rsidR="00496D5A" w:rsidRPr="00A219EE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85747A" w:rsidRPr="00A219EE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A219EE" w:rsidTr="00297CB6">
        <w:tc>
          <w:tcPr>
            <w:tcW w:w="1701" w:type="dxa"/>
          </w:tcPr>
          <w:p w:rsidR="0085747A" w:rsidRPr="00F42F0A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:rsidR="0085747A" w:rsidRPr="00A219E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 w:rsidRPr="00A219EE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Polsce, wskazać sposób rejestracji statków powietrznych w Polsce</w:t>
            </w:r>
          </w:p>
        </w:tc>
        <w:tc>
          <w:tcPr>
            <w:tcW w:w="1879" w:type="dxa"/>
          </w:tcPr>
          <w:p w:rsidR="00496D5A" w:rsidRPr="00A219EE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A219EE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K_W03</w:t>
            </w:r>
          </w:p>
          <w:p w:rsidR="0085747A" w:rsidRPr="00A219E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:rsidRPr="00A219EE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:rsidR="00297CB6" w:rsidRPr="00F42F0A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:rsidR="00297CB6" w:rsidRPr="00A219E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Wymienia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:rsidR="00496D5A" w:rsidRPr="00A219EE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496D5A" w:rsidRPr="00A219EE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K_W03</w:t>
            </w:r>
          </w:p>
          <w:p w:rsidR="00297CB6" w:rsidRPr="00A219EE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:rsidRPr="00A219EE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:rsidR="00297CB6" w:rsidRPr="00F42F0A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97CB6" w:rsidRPr="00F42F0A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A219EE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219EE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:rsidR="00297CB6" w:rsidRPr="00A219EE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A219EE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:rsidRPr="00A219EE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F42F0A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:rsidR="00297CB6" w:rsidRPr="00A219EE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219EE">
              <w:rPr>
                <w:rFonts w:ascii="Corbel" w:hAnsi="Corbel"/>
                <w:bCs/>
                <w:sz w:val="24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9" w:type="dxa"/>
          </w:tcPr>
          <w:p w:rsidR="00297CB6" w:rsidRPr="00A219EE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</w:rPr>
              <w:t>K_U02</w:t>
            </w:r>
          </w:p>
        </w:tc>
      </w:tr>
      <w:tr w:rsidR="00297CB6" w:rsidRPr="00A219EE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:rsidR="00297CB6" w:rsidRPr="00F42F0A" w:rsidRDefault="00297CB6" w:rsidP="003D02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100" w:type="dxa"/>
          </w:tcPr>
          <w:p w:rsidR="00297CB6" w:rsidRPr="00A219EE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:rsidR="00673E64" w:rsidRPr="00A219EE" w:rsidRDefault="00673E64" w:rsidP="00673E64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A219EE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A219EE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A219EE">
              <w:rPr>
                <w:rFonts w:ascii="Corbel" w:hAnsi="Corbel"/>
                <w:sz w:val="22"/>
                <w:szCs w:val="22"/>
              </w:rPr>
              <w:t xml:space="preserve">K_K02 </w:t>
            </w:r>
          </w:p>
          <w:p w:rsidR="00297CB6" w:rsidRPr="00A219EE" w:rsidRDefault="00297CB6" w:rsidP="00673E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7CB6" w:rsidRPr="00A219EE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:rsidR="00297CB6" w:rsidRPr="00F42F0A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F0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="00297CB6" w:rsidRPr="00F42F0A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00" w:type="dxa"/>
          </w:tcPr>
          <w:p w:rsidR="00297CB6" w:rsidRPr="00A219EE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219EE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:rsidR="00297CB6" w:rsidRPr="00A219EE" w:rsidRDefault="00496D5A" w:rsidP="00496D5A">
            <w:pPr>
              <w:pStyle w:val="NormalnyWeb"/>
              <w:shd w:val="clear" w:color="auto" w:fill="FFFFFF"/>
              <w:rPr>
                <w:rFonts w:ascii="Corbel" w:hAnsi="Corbel"/>
              </w:rPr>
            </w:pPr>
            <w:r w:rsidRPr="00A219EE">
              <w:rPr>
                <w:rFonts w:ascii="Corbel" w:hAnsi="Corbel"/>
                <w:sz w:val="22"/>
                <w:szCs w:val="22"/>
              </w:rPr>
              <w:t>K_U11</w:t>
            </w:r>
            <w:r w:rsidRPr="00A219EE">
              <w:rPr>
                <w:rFonts w:ascii="Corbel" w:hAnsi="Corbel"/>
                <w:sz w:val="22"/>
              </w:rPr>
              <w:t>,</w:t>
            </w:r>
            <w:r w:rsidRPr="00A219EE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:rsidR="0085747A" w:rsidRPr="00A219EE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219EE">
        <w:rPr>
          <w:rFonts w:ascii="Corbel" w:hAnsi="Corbel"/>
          <w:b/>
          <w:sz w:val="24"/>
          <w:szCs w:val="24"/>
        </w:rPr>
        <w:t>3.3</w:t>
      </w:r>
      <w:r w:rsidR="001D7B54" w:rsidRPr="00A219EE">
        <w:rPr>
          <w:rFonts w:ascii="Corbel" w:hAnsi="Corbel"/>
          <w:b/>
          <w:sz w:val="24"/>
          <w:szCs w:val="24"/>
        </w:rPr>
        <w:t xml:space="preserve"> </w:t>
      </w:r>
      <w:r w:rsidR="0085747A" w:rsidRPr="00A219EE">
        <w:rPr>
          <w:rFonts w:ascii="Corbel" w:hAnsi="Corbel"/>
          <w:b/>
          <w:sz w:val="24"/>
          <w:szCs w:val="24"/>
        </w:rPr>
        <w:t>T</w:t>
      </w:r>
      <w:r w:rsidR="001D7B54" w:rsidRPr="00A219E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219EE">
        <w:rPr>
          <w:rFonts w:ascii="Corbel" w:hAnsi="Corbel"/>
          <w:sz w:val="24"/>
          <w:szCs w:val="24"/>
        </w:rPr>
        <w:t xml:space="preserve">  </w:t>
      </w:r>
    </w:p>
    <w:p w:rsidR="0085747A" w:rsidRPr="00A219E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sz w:val="24"/>
          <w:szCs w:val="24"/>
        </w:rPr>
        <w:t xml:space="preserve">Problematyka wykładu </w:t>
      </w:r>
    </w:p>
    <w:p w:rsidR="00A219EE" w:rsidRPr="00A219EE" w:rsidRDefault="00A219E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19E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A219E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A219EE" w:rsidTr="003D020C">
        <w:trPr>
          <w:trHeight w:val="85"/>
        </w:trPr>
        <w:tc>
          <w:tcPr>
            <w:tcW w:w="8502" w:type="dxa"/>
          </w:tcPr>
          <w:p w:rsidR="0085747A" w:rsidRPr="00A219EE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A219EE" w:rsidTr="003D020C">
        <w:trPr>
          <w:trHeight w:val="85"/>
        </w:trPr>
        <w:tc>
          <w:tcPr>
            <w:tcW w:w="8502" w:type="dxa"/>
          </w:tcPr>
          <w:p w:rsidR="0085747A" w:rsidRPr="00A219EE" w:rsidRDefault="0020055A" w:rsidP="00A219EE">
            <w:pPr>
              <w:pStyle w:val="Akapitzlist"/>
              <w:tabs>
                <w:tab w:val="right" w:pos="8286"/>
              </w:tabs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1.</w:t>
            </w:r>
            <w:r w:rsidR="00C81AC6" w:rsidRPr="00A219EE">
              <w:rPr>
                <w:rFonts w:ascii="Corbel" w:hAnsi="Corbel"/>
                <w:b/>
                <w:bCs/>
                <w:sz w:val="18"/>
                <w:szCs w:val="18"/>
              </w:rPr>
              <w:t>Zakres przedmiotowy i podmiotowy Lotniczego prawa gospodarczego</w:t>
            </w: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</w:p>
        </w:tc>
      </w:tr>
      <w:tr w:rsidR="0085747A" w:rsidRPr="00A219EE" w:rsidTr="003D020C">
        <w:trPr>
          <w:trHeight w:val="85"/>
        </w:trPr>
        <w:tc>
          <w:tcPr>
            <w:tcW w:w="8502" w:type="dxa"/>
          </w:tcPr>
          <w:p w:rsidR="0020055A" w:rsidRPr="00A219EE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2.</w:t>
            </w:r>
            <w:r w:rsidR="00C81AC6" w:rsidRPr="00A219EE">
              <w:rPr>
                <w:rFonts w:ascii="Corbel" w:hAnsi="Corbel"/>
                <w:b/>
                <w:bCs/>
                <w:sz w:val="18"/>
                <w:szCs w:val="18"/>
              </w:rPr>
              <w:t>Podstawowe pojęcia w Lotniczym prawie gospodarczym</w:t>
            </w:r>
          </w:p>
          <w:p w:rsidR="00C81AC6" w:rsidRPr="00A219EE" w:rsidRDefault="00C81AC6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2.1 Źródła prawa regulujące gospodarczą działalność lotniczą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2.2 Krajowe przepisy regulujące działalność lotniczą</w:t>
            </w:r>
          </w:p>
        </w:tc>
      </w:tr>
      <w:tr w:rsidR="0085747A" w:rsidRPr="00A219EE" w:rsidTr="003D020C">
        <w:trPr>
          <w:trHeight w:val="707"/>
        </w:trPr>
        <w:tc>
          <w:tcPr>
            <w:tcW w:w="8502" w:type="dxa"/>
          </w:tcPr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3.</w:t>
            </w:r>
            <w:r w:rsidRPr="00A219EE">
              <w:rPr>
                <w:rFonts w:ascii="Corbel" w:hAnsi="Corbel"/>
                <w:sz w:val="18"/>
                <w:szCs w:val="18"/>
              </w:rPr>
              <w:t xml:space="preserve"> </w:t>
            </w: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Ważniejsze podmioty w Lotniczym prawie gospodarczym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Międzynarodowa Organizacja Lotnictwa Cywilnego z siedzibą w Montrealu (ICAO)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Międzynarodowe Zrzeszenie Przewoźników Powietrznych (IATA)</w:t>
            </w:r>
          </w:p>
          <w:p w:rsidR="00C81AC6" w:rsidRPr="00A219EE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3.1 Europejskie organizacje regulujące Lotnicze prawo gospodarcze</w:t>
            </w:r>
          </w:p>
          <w:p w:rsidR="00C81AC6" w:rsidRPr="00A219EE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europejskie źródła prawa lotniczego</w:t>
            </w:r>
          </w:p>
          <w:p w:rsidR="00C81AC6" w:rsidRPr="00A219EE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Europejska Agencja Bezpieczeństwa Lotniczego</w:t>
            </w:r>
          </w:p>
          <w:p w:rsidR="00C81AC6" w:rsidRPr="00A219EE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Europejska Organizacja do Spraw Bezpieczeństwa Żeglugi Powietrznej (EASA)</w:t>
            </w:r>
          </w:p>
          <w:p w:rsidR="00C81AC6" w:rsidRPr="00A219EE" w:rsidRDefault="00C81AC6" w:rsidP="00C81AC6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Europejska Konferencja Lotnictwa Cywilnego (</w:t>
            </w:r>
            <w:proofErr w:type="spellStart"/>
            <w:r w:rsidRPr="00A219EE">
              <w:rPr>
                <w:rFonts w:ascii="Corbel" w:hAnsi="Corbel"/>
                <w:sz w:val="18"/>
                <w:szCs w:val="18"/>
              </w:rPr>
              <w:t>Eurocontrol</w:t>
            </w:r>
            <w:proofErr w:type="spellEnd"/>
            <w:r w:rsidRPr="00A219EE">
              <w:rPr>
                <w:rFonts w:ascii="Corbel" w:hAnsi="Corbel"/>
                <w:sz w:val="18"/>
                <w:szCs w:val="18"/>
              </w:rPr>
              <w:t>)</w:t>
            </w:r>
          </w:p>
          <w:p w:rsidR="0020055A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- Wspólne Władze Lotnicze (JAA)</w:t>
            </w:r>
          </w:p>
        </w:tc>
      </w:tr>
      <w:tr w:rsidR="0020055A" w:rsidRPr="00A219EE" w:rsidTr="003D020C">
        <w:trPr>
          <w:trHeight w:val="387"/>
        </w:trPr>
        <w:tc>
          <w:tcPr>
            <w:tcW w:w="8502" w:type="dxa"/>
          </w:tcPr>
          <w:p w:rsidR="0020055A" w:rsidRPr="00A219EE" w:rsidRDefault="0020055A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4.</w:t>
            </w:r>
            <w:r w:rsidR="00C81AC6" w:rsidRPr="00A219EE">
              <w:rPr>
                <w:rFonts w:ascii="Corbel" w:hAnsi="Corbel"/>
                <w:b/>
                <w:bCs/>
                <w:sz w:val="18"/>
                <w:szCs w:val="18"/>
              </w:rPr>
              <w:t xml:space="preserve"> Administracja lotnictwa cywilnego w Polsce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4.1 Minister właściwy do spraw transportu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4.2 Rada Ochrony i Ułatwień Lotnictwa Cywilnego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4.3 Prezes Urzędu Lotnictwa Cywilnego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4.4 Urząd Lotnictwa Cywilnego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4.5 Polska Agencja Żeglugi Powietrznej</w:t>
            </w:r>
          </w:p>
          <w:p w:rsidR="00C81AC6" w:rsidRPr="00A219EE" w:rsidRDefault="00C81AC6" w:rsidP="00C81A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  <w:lang w:eastAsia="pl-PL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4.6 Zarządzający lotniskiem)</w:t>
            </w:r>
          </w:p>
        </w:tc>
      </w:tr>
      <w:tr w:rsidR="0020055A" w:rsidRPr="00A219EE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20055A" w:rsidRPr="00A219EE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5. Rejestracja statków powietrznych i certyfikacja zdatności do lotu</w:t>
            </w:r>
          </w:p>
          <w:p w:rsidR="00851D1C" w:rsidRPr="00A219EE" w:rsidRDefault="00851D1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5.1 Rejestr statków powietrznych. Najważniejsze etapy postępowania i procedura</w:t>
            </w:r>
          </w:p>
          <w:p w:rsidR="00851D1C" w:rsidRPr="00A219EE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5.2 Procedura wydawania certyfikatu</w:t>
            </w:r>
          </w:p>
          <w:p w:rsidR="00851D1C" w:rsidRPr="00A219EE" w:rsidRDefault="00851D1C" w:rsidP="00851D1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5.3 Lotniska, lądowiska i lotnicze urządzenia naziemne</w:t>
            </w:r>
          </w:p>
        </w:tc>
      </w:tr>
      <w:tr w:rsidR="00FD1855" w:rsidRPr="00A219EE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:rsidR="00851D1C" w:rsidRPr="00A219EE" w:rsidRDefault="00FD1855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sz w:val="18"/>
                <w:szCs w:val="18"/>
              </w:rPr>
              <w:t>6</w:t>
            </w:r>
            <w:r w:rsidR="00851D1C" w:rsidRPr="00A219EE">
              <w:rPr>
                <w:rFonts w:ascii="Corbel" w:hAnsi="Corbel"/>
                <w:b/>
                <w:sz w:val="18"/>
                <w:szCs w:val="18"/>
              </w:rPr>
              <w:t>. Prawo konkurencji w prawie lotniczym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 xml:space="preserve">6.1 Ogólna charakterystyka norm prawa konkurencji z analizą szczególnych </w:t>
            </w:r>
            <w:proofErr w:type="spellStart"/>
            <w:r w:rsidRPr="00A219EE">
              <w:rPr>
                <w:rFonts w:ascii="Corbel" w:hAnsi="Corbel"/>
                <w:sz w:val="18"/>
                <w:szCs w:val="18"/>
              </w:rPr>
              <w:t>wyłączeń</w:t>
            </w:r>
            <w:proofErr w:type="spellEnd"/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6.2 Przegląd aktualnych tendencji w lotniczym prawie konkurencji</w:t>
            </w:r>
          </w:p>
        </w:tc>
      </w:tr>
      <w:tr w:rsidR="00851D1C" w:rsidRPr="00A219EE" w:rsidTr="00671082">
        <w:trPr>
          <w:trHeight w:val="1774"/>
        </w:trPr>
        <w:tc>
          <w:tcPr>
            <w:tcW w:w="8502" w:type="dxa"/>
            <w:tcBorders>
              <w:bottom w:val="single" w:sz="4" w:space="0" w:color="auto"/>
            </w:tcBorders>
          </w:tcPr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sz w:val="18"/>
                <w:szCs w:val="18"/>
              </w:rPr>
              <w:t>7. Ruch lotniczy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7.1 Komitet Zarządzania Przestrzenią Powietrzną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7.2 Służby żeglugi powietrznej działające w ramach PAŻP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7.3 Służba informacji powietrznej (FIS)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7.4 Opłaty nawigacyjne</w:t>
            </w:r>
          </w:p>
          <w:p w:rsidR="00851D1C" w:rsidRPr="00A219EE" w:rsidRDefault="00851D1C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 xml:space="preserve">7.5 </w:t>
            </w:r>
            <w:r w:rsidR="00671082" w:rsidRPr="00A219EE">
              <w:rPr>
                <w:rFonts w:ascii="Corbel" w:hAnsi="Corbel"/>
                <w:bCs/>
                <w:sz w:val="18"/>
                <w:szCs w:val="18"/>
              </w:rPr>
              <w:t>Klasyfikacja przestrzeni powietrznej</w:t>
            </w:r>
          </w:p>
          <w:p w:rsidR="00671082" w:rsidRPr="00A219EE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7.6 Kody lotnisk</w:t>
            </w:r>
          </w:p>
          <w:p w:rsidR="00671082" w:rsidRPr="00A219EE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7.7 Skróty i kody ICAO</w:t>
            </w:r>
          </w:p>
        </w:tc>
      </w:tr>
      <w:tr w:rsidR="00671082" w:rsidRPr="00A219EE" w:rsidTr="003D020C">
        <w:trPr>
          <w:trHeight w:val="985"/>
        </w:trPr>
        <w:tc>
          <w:tcPr>
            <w:tcW w:w="8502" w:type="dxa"/>
            <w:tcBorders>
              <w:bottom w:val="single" w:sz="4" w:space="0" w:color="auto"/>
            </w:tcBorders>
          </w:tcPr>
          <w:p w:rsidR="00671082" w:rsidRPr="00A219EE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sz w:val="18"/>
                <w:szCs w:val="18"/>
              </w:rPr>
              <w:t>8. Ważniejsze umowy zawierane w Lotniczym prawie gospodarczym</w:t>
            </w:r>
          </w:p>
          <w:p w:rsidR="00671082" w:rsidRPr="00A219EE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8.1 Umowa o przewóz lotniczy</w:t>
            </w:r>
          </w:p>
          <w:p w:rsidR="00671082" w:rsidRPr="00A219EE" w:rsidRDefault="00671082" w:rsidP="00851D1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8.2 Czarter</w:t>
            </w:r>
          </w:p>
          <w:p w:rsidR="00671082" w:rsidRPr="00A219EE" w:rsidRDefault="00671082" w:rsidP="0067108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8.3 Spedycja lotnicza</w:t>
            </w:r>
          </w:p>
        </w:tc>
      </w:tr>
      <w:tr w:rsidR="007B5CB5" w:rsidRPr="00A219EE" w:rsidTr="003D020C">
        <w:trPr>
          <w:trHeight w:val="1283"/>
        </w:trPr>
        <w:tc>
          <w:tcPr>
            <w:tcW w:w="8502" w:type="dxa"/>
          </w:tcPr>
          <w:p w:rsidR="007B5CB5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sz w:val="18"/>
                <w:szCs w:val="18"/>
              </w:rPr>
              <w:lastRenderedPageBreak/>
              <w:t>9. Prawa pasażerów w prawie lotniczym</w:t>
            </w:r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 xml:space="preserve">9.1 </w:t>
            </w:r>
            <w:proofErr w:type="spellStart"/>
            <w:r w:rsidRPr="00A219EE">
              <w:rPr>
                <w:rFonts w:ascii="Corbel" w:hAnsi="Corbel"/>
                <w:bCs/>
                <w:sz w:val="18"/>
                <w:szCs w:val="18"/>
              </w:rPr>
              <w:t>Overbooking</w:t>
            </w:r>
            <w:proofErr w:type="spellEnd"/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9.2 Opóźnienie i odwołanie lotu</w:t>
            </w:r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9.3 Bagaż i towar</w:t>
            </w:r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9.4 Prawa pasażerów niepełnosprawnych</w:t>
            </w:r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9.5 Skarga na naruszenie praw pasażera</w:t>
            </w:r>
          </w:p>
          <w:p w:rsidR="00671082" w:rsidRPr="00A219EE" w:rsidRDefault="0067108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Cs/>
                <w:sz w:val="18"/>
                <w:szCs w:val="18"/>
              </w:rPr>
              <w:t>9.6 Czarna lista przewoźników lotniczych</w:t>
            </w:r>
          </w:p>
        </w:tc>
      </w:tr>
      <w:tr w:rsidR="007B5CB5" w:rsidRPr="00A219EE" w:rsidTr="00671082">
        <w:trPr>
          <w:trHeight w:val="860"/>
        </w:trPr>
        <w:tc>
          <w:tcPr>
            <w:tcW w:w="8502" w:type="dxa"/>
          </w:tcPr>
          <w:p w:rsidR="007B5CB5" w:rsidRPr="00A219EE" w:rsidRDefault="00671082" w:rsidP="00A219EE">
            <w:pPr>
              <w:pStyle w:val="Akapitzlist"/>
              <w:spacing w:after="0" w:line="240" w:lineRule="auto"/>
              <w:ind w:left="-102" w:firstLine="22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A219EE">
              <w:rPr>
                <w:rFonts w:ascii="Corbel" w:hAnsi="Corbel"/>
                <w:b/>
                <w:bCs/>
                <w:sz w:val="18"/>
                <w:szCs w:val="18"/>
              </w:rPr>
              <w:t>10. Zakresy odpowiedzialności przewoźników lotniczych w związku z prowadzoną przez nich działalnością gospodarczą</w:t>
            </w:r>
          </w:p>
          <w:p w:rsidR="00671082" w:rsidRPr="00A219EE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10.1 Licencje</w:t>
            </w:r>
          </w:p>
          <w:p w:rsidR="00671082" w:rsidRPr="00A219EE" w:rsidRDefault="00671082" w:rsidP="00671082">
            <w:pPr>
              <w:pStyle w:val="Akapitzlist"/>
              <w:spacing w:after="0" w:line="240" w:lineRule="auto"/>
              <w:ind w:left="-102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A219EE">
              <w:rPr>
                <w:rFonts w:ascii="Corbel" w:hAnsi="Corbel"/>
                <w:sz w:val="18"/>
                <w:szCs w:val="18"/>
              </w:rPr>
              <w:t>10.2 Świadectwa kwalifikacji</w:t>
            </w:r>
          </w:p>
        </w:tc>
      </w:tr>
    </w:tbl>
    <w:p w:rsidR="00A219EE" w:rsidRPr="00A219EE" w:rsidRDefault="00A219E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A219E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>3.4 Metody dydaktyczne</w:t>
      </w:r>
      <w:r w:rsidRPr="00A219E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19EE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A219E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A219E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A219EE" w:rsidRPr="00A219EE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konwersatoryjny, </w:t>
      </w:r>
      <w:r w:rsidR="0085747A" w:rsidRPr="00A219EE">
        <w:rPr>
          <w:rFonts w:ascii="Corbel" w:hAnsi="Corbel"/>
          <w:b w:val="0"/>
          <w:i/>
          <w:smallCaps w:val="0"/>
          <w:sz w:val="20"/>
          <w:szCs w:val="20"/>
        </w:rPr>
        <w:t>problemowy</w:t>
      </w:r>
    </w:p>
    <w:p w:rsidR="00E960BB" w:rsidRPr="00A219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219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4. </w:t>
      </w:r>
      <w:r w:rsidR="0085747A" w:rsidRPr="00A219EE">
        <w:rPr>
          <w:rFonts w:ascii="Corbel" w:hAnsi="Corbel"/>
          <w:smallCaps w:val="0"/>
          <w:szCs w:val="24"/>
        </w:rPr>
        <w:t>METODY I KRYTERIA OCENY</w:t>
      </w:r>
      <w:r w:rsidR="009F4610" w:rsidRPr="00A219EE">
        <w:rPr>
          <w:rFonts w:ascii="Corbel" w:hAnsi="Corbel"/>
          <w:smallCaps w:val="0"/>
          <w:szCs w:val="24"/>
        </w:rPr>
        <w:t xml:space="preserve"> </w:t>
      </w:r>
    </w:p>
    <w:p w:rsidR="00923D7D" w:rsidRPr="00A219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219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19EE">
        <w:rPr>
          <w:rFonts w:ascii="Corbel" w:hAnsi="Corbel"/>
          <w:smallCaps w:val="0"/>
          <w:szCs w:val="24"/>
        </w:rPr>
        <w:t>uczenia się</w:t>
      </w:r>
    </w:p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A219EE" w:rsidTr="00A219EE">
        <w:tc>
          <w:tcPr>
            <w:tcW w:w="1966" w:type="dxa"/>
            <w:vAlign w:val="center"/>
          </w:tcPr>
          <w:p w:rsidR="0085747A" w:rsidRPr="00A219E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="0085747A" w:rsidRPr="00A219E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219EE" w:rsidRPr="00A219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A219E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19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="00923D7D" w:rsidRPr="00A219E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219E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19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19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A219EE" w:rsidTr="00A219EE">
        <w:tc>
          <w:tcPr>
            <w:tcW w:w="1966" w:type="dxa"/>
          </w:tcPr>
          <w:p w:rsidR="000D4A1D" w:rsidRPr="00A219E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219E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A219E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35" w:type="dxa"/>
          </w:tcPr>
          <w:p w:rsidR="000D4A1D" w:rsidRPr="00A219E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219EE">
              <w:rPr>
                <w:rFonts w:ascii="Corbel" w:hAnsi="Corbel"/>
                <w:b w:val="0"/>
                <w:sz w:val="22"/>
              </w:rPr>
              <w:t>dyskusja w trakcie wykładu</w:t>
            </w:r>
          </w:p>
        </w:tc>
        <w:tc>
          <w:tcPr>
            <w:tcW w:w="2119" w:type="dxa"/>
          </w:tcPr>
          <w:p w:rsidR="000D4A1D" w:rsidRPr="00A219EE" w:rsidRDefault="00A219EE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A219E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A219E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A219EE" w:rsidRPr="00A219EE" w:rsidTr="00A219EE">
        <w:trPr>
          <w:trHeight w:val="26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rPr>
          <w:trHeight w:val="29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rPr>
          <w:trHeight w:val="30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rPr>
          <w:trHeight w:val="24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rPr>
          <w:trHeight w:val="35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9E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  <w:tr w:rsidR="00A219EE" w:rsidRPr="00A219EE" w:rsidTr="00A219E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66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35" w:type="dxa"/>
          </w:tcPr>
          <w:p w:rsidR="00A219EE" w:rsidRPr="00A219EE" w:rsidRDefault="00A219EE" w:rsidP="00A219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="00A219EE" w:rsidRPr="00A219EE" w:rsidRDefault="00A219EE" w:rsidP="00A219EE">
            <w:pPr>
              <w:rPr>
                <w:rFonts w:ascii="Corbel" w:hAnsi="Corbel"/>
              </w:rPr>
            </w:pPr>
            <w:proofErr w:type="spellStart"/>
            <w:r w:rsidRPr="00A219EE">
              <w:rPr>
                <w:rFonts w:ascii="Corbel" w:hAnsi="Corbel"/>
              </w:rPr>
              <w:t>Konw</w:t>
            </w:r>
            <w:proofErr w:type="spellEnd"/>
            <w:r w:rsidRPr="00A219EE">
              <w:rPr>
                <w:rFonts w:ascii="Corbel" w:hAnsi="Corbel"/>
              </w:rPr>
              <w:t>.</w:t>
            </w:r>
          </w:p>
        </w:tc>
      </w:tr>
    </w:tbl>
    <w:p w:rsidR="00A219EE" w:rsidRDefault="00A219E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A219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4.2 </w:t>
      </w:r>
      <w:r w:rsidR="0085747A" w:rsidRPr="00A219E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219EE">
        <w:rPr>
          <w:rFonts w:ascii="Corbel" w:hAnsi="Corbel"/>
          <w:smallCaps w:val="0"/>
          <w:szCs w:val="24"/>
        </w:rPr>
        <w:t xml:space="preserve"> </w:t>
      </w:r>
    </w:p>
    <w:p w:rsidR="00923D7D" w:rsidRPr="00A219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19EE" w:rsidTr="00923D7D">
        <w:tc>
          <w:tcPr>
            <w:tcW w:w="9670" w:type="dxa"/>
          </w:tcPr>
          <w:p w:rsidR="0085747A" w:rsidRPr="00A219EE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19EE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A219E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219EE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5721D5" w:rsidRPr="00A219E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219EE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219EE" w:rsidRDefault="00A219E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A219E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219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219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219EE" w:rsidTr="003E1941">
        <w:tc>
          <w:tcPr>
            <w:tcW w:w="4962" w:type="dxa"/>
            <w:vAlign w:val="center"/>
          </w:tcPr>
          <w:p w:rsidR="0085747A" w:rsidRPr="00A219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19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19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19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219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19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19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219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19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219EE" w:rsidTr="00923D7D">
        <w:tc>
          <w:tcPr>
            <w:tcW w:w="4962" w:type="dxa"/>
          </w:tcPr>
          <w:p w:rsidR="0085747A" w:rsidRPr="00A219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G</w:t>
            </w:r>
            <w:r w:rsidR="0085747A" w:rsidRPr="00A219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219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219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219E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219E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F6B7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219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A219EE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219EE">
              <w:rPr>
                <w:rFonts w:ascii="Corbel" w:hAnsi="Corbel"/>
              </w:rPr>
              <w:t>1</w:t>
            </w:r>
            <w:r w:rsidR="00185B26" w:rsidRPr="00A219EE">
              <w:rPr>
                <w:rFonts w:ascii="Corbel" w:hAnsi="Corbel"/>
              </w:rPr>
              <w:t>5 godz.</w:t>
            </w:r>
          </w:p>
          <w:p w:rsidR="0085747A" w:rsidRPr="00A219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A219EE" w:rsidTr="00923D7D">
        <w:tc>
          <w:tcPr>
            <w:tcW w:w="4962" w:type="dxa"/>
          </w:tcPr>
          <w:p w:rsidR="00C61DC5" w:rsidRPr="00A219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219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219E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219EE" w:rsidTr="00923D7D">
        <w:tc>
          <w:tcPr>
            <w:tcW w:w="4962" w:type="dxa"/>
          </w:tcPr>
          <w:p w:rsidR="0071620A" w:rsidRPr="00A219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219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219E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A219EE" w:rsidTr="00923D7D">
        <w:tc>
          <w:tcPr>
            <w:tcW w:w="4962" w:type="dxa"/>
          </w:tcPr>
          <w:p w:rsidR="0085747A" w:rsidRPr="00A219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219E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219EE" w:rsidTr="00923D7D">
        <w:tc>
          <w:tcPr>
            <w:tcW w:w="4962" w:type="dxa"/>
          </w:tcPr>
          <w:p w:rsidR="0085747A" w:rsidRPr="00A219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19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219E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9E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A219E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19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19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219E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19E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6. </w:t>
      </w:r>
      <w:r w:rsidR="0085747A" w:rsidRPr="00A219E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A219E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219EE" w:rsidTr="0071620A">
        <w:trPr>
          <w:trHeight w:val="397"/>
        </w:trPr>
        <w:tc>
          <w:tcPr>
            <w:tcW w:w="3544" w:type="dxa"/>
          </w:tcPr>
          <w:p w:rsidR="0085747A" w:rsidRPr="00A219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219EE" w:rsidRDefault="00A21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219EE" w:rsidTr="0071620A">
        <w:trPr>
          <w:trHeight w:val="397"/>
        </w:trPr>
        <w:tc>
          <w:tcPr>
            <w:tcW w:w="3544" w:type="dxa"/>
          </w:tcPr>
          <w:p w:rsidR="0085747A" w:rsidRPr="00A219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9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219EE" w:rsidRDefault="00A21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219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19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19EE">
        <w:rPr>
          <w:rFonts w:ascii="Corbel" w:hAnsi="Corbel"/>
          <w:smallCaps w:val="0"/>
          <w:szCs w:val="24"/>
        </w:rPr>
        <w:t xml:space="preserve">7. </w:t>
      </w:r>
      <w:r w:rsidR="0085747A" w:rsidRPr="00A219EE">
        <w:rPr>
          <w:rFonts w:ascii="Corbel" w:hAnsi="Corbel"/>
          <w:smallCaps w:val="0"/>
          <w:szCs w:val="24"/>
        </w:rPr>
        <w:t>LITERATURA</w:t>
      </w:r>
      <w:r w:rsidRPr="00A219EE">
        <w:rPr>
          <w:rFonts w:ascii="Corbel" w:hAnsi="Corbel"/>
          <w:smallCaps w:val="0"/>
          <w:szCs w:val="24"/>
        </w:rPr>
        <w:t xml:space="preserve"> </w:t>
      </w:r>
    </w:p>
    <w:p w:rsidR="00675843" w:rsidRPr="00A219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A219EE" w:rsidTr="00A219EE">
        <w:trPr>
          <w:trHeight w:val="397"/>
        </w:trPr>
        <w:tc>
          <w:tcPr>
            <w:tcW w:w="7542" w:type="dxa"/>
          </w:tcPr>
          <w:p w:rsidR="000360DB" w:rsidRDefault="000360DB" w:rsidP="003D020C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A219EE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:rsidR="00A219EE" w:rsidRPr="00A219EE" w:rsidRDefault="00A219EE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</w:p>
          <w:p w:rsidR="00671082" w:rsidRPr="00A219EE" w:rsidRDefault="000360DB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A219EE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:rsidR="005721D5" w:rsidRPr="00A219EE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A219EE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A219EE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2011</w:t>
            </w:r>
          </w:p>
          <w:p w:rsidR="00671082" w:rsidRPr="00A219EE" w:rsidRDefault="00671082" w:rsidP="0067108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A219EE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A219EE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:rsidR="00671082" w:rsidRPr="00A219EE" w:rsidRDefault="00671082" w:rsidP="00671082">
            <w:pPr>
              <w:pStyle w:val="NormalnyWeb"/>
              <w:numPr>
                <w:ilvl w:val="0"/>
                <w:numId w:val="3"/>
              </w:numPr>
              <w:ind w:left="452"/>
              <w:rPr>
                <w:rFonts w:ascii="Corbel" w:hAnsi="Corbel"/>
                <w:sz w:val="20"/>
                <w:szCs w:val="20"/>
              </w:rPr>
            </w:pPr>
            <w:r w:rsidRPr="00A219EE">
              <w:rPr>
                <w:rFonts w:ascii="Corbel" w:hAnsi="Corbel"/>
                <w:sz w:val="20"/>
                <w:szCs w:val="20"/>
              </w:rPr>
              <w:t>Olszewski J., Prawo konkurencji w prawie lotniczym (</w:t>
            </w:r>
            <w:proofErr w:type="spellStart"/>
            <w:r w:rsidRPr="00A219EE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A219E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A219EE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A219EE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A219EE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A219EE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A219EE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A219EE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A219EE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A219EE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:rsidR="0085747A" w:rsidRPr="00A219EE" w:rsidRDefault="000360DB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A219EE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A219EE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:rsidR="005721D5" w:rsidRPr="00A219EE" w:rsidRDefault="005721D5" w:rsidP="005721D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2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 w:rsidRPr="00A219EE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 w:rsidRPr="00A219EE"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8C1501" w:rsidTr="00A219EE">
        <w:trPr>
          <w:trHeight w:val="272"/>
        </w:trPr>
        <w:tc>
          <w:tcPr>
            <w:tcW w:w="7542" w:type="dxa"/>
          </w:tcPr>
          <w:p w:rsidR="0085747A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  <w:r w:rsidRPr="00A219EE">
              <w:rPr>
                <w:rFonts w:ascii="Corbel" w:hAnsi="Corbel"/>
                <w:smallCaps w:val="0"/>
                <w:sz w:val="20"/>
                <w:szCs w:val="20"/>
              </w:rPr>
              <w:t xml:space="preserve">Literatura uzupełniająca: </w:t>
            </w:r>
          </w:p>
          <w:p w:rsidR="00A219EE" w:rsidRPr="00A219EE" w:rsidRDefault="00A219EE" w:rsidP="005721D5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0"/>
                <w:szCs w:val="20"/>
              </w:rPr>
            </w:pPr>
          </w:p>
          <w:p w:rsidR="000360DB" w:rsidRPr="00A219EE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A219EE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A219EE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A219EE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:rsidR="005721D5" w:rsidRPr="00A219EE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val="en-US" w:eastAsia="pl-PL"/>
              </w:rPr>
            </w:pPr>
            <w:r w:rsidRPr="00A219EE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A219EE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A219EE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:rsidR="0085747A" w:rsidRPr="00A219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A219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A219E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19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219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C48" w:rsidRDefault="00DB6C48" w:rsidP="00C16ABF">
      <w:pPr>
        <w:spacing w:after="0" w:line="240" w:lineRule="auto"/>
      </w:pPr>
      <w:r>
        <w:separator/>
      </w:r>
    </w:p>
  </w:endnote>
  <w:endnote w:type="continuationSeparator" w:id="0">
    <w:p w:rsidR="00DB6C48" w:rsidRDefault="00DB6C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C48" w:rsidRDefault="00DB6C48" w:rsidP="00C16ABF">
      <w:pPr>
        <w:spacing w:after="0" w:line="240" w:lineRule="auto"/>
      </w:pPr>
      <w:r>
        <w:separator/>
      </w:r>
    </w:p>
  </w:footnote>
  <w:footnote w:type="continuationSeparator" w:id="0">
    <w:p w:rsidR="00DB6C48" w:rsidRDefault="00DB6C48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68"/>
    <w:rsid w:val="002F02A3"/>
    <w:rsid w:val="002F3FFF"/>
    <w:rsid w:val="002F4ABE"/>
    <w:rsid w:val="003018BA"/>
    <w:rsid w:val="00302434"/>
    <w:rsid w:val="0030395F"/>
    <w:rsid w:val="00305C92"/>
    <w:rsid w:val="003151C5"/>
    <w:rsid w:val="003179EC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5F57B6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B36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501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19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AF58C6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C48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1F3"/>
    <w:rsid w:val="00EA4832"/>
    <w:rsid w:val="00EA4E9D"/>
    <w:rsid w:val="00EB6EF4"/>
    <w:rsid w:val="00EC4899"/>
    <w:rsid w:val="00ED03AB"/>
    <w:rsid w:val="00ED32D2"/>
    <w:rsid w:val="00EE32DE"/>
    <w:rsid w:val="00EE5457"/>
    <w:rsid w:val="00EE76B3"/>
    <w:rsid w:val="00F070AB"/>
    <w:rsid w:val="00F17567"/>
    <w:rsid w:val="00F27A7B"/>
    <w:rsid w:val="00F42F0A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036"/>
    <w:rsid w:val="00FF1401"/>
    <w:rsid w:val="00FF5E7D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EC62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9BC0-C9B7-4389-BF39-0AC67E73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2021-11-25T09:51:00Z</dcterms:created>
  <dcterms:modified xsi:type="dcterms:W3CDTF">2022-11-29T12:39:00Z</dcterms:modified>
</cp:coreProperties>
</file>